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FE" w:rsidRDefault="009F0AFE" w:rsidP="00807099">
      <w:pPr>
        <w:spacing w:line="360" w:lineRule="auto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5.05pt;margin-top:1.7pt;width:55.1pt;height:63pt;z-index:-251658240;visibility:visible">
            <v:imagedata r:id="rId4" r:href="rId5"/>
            <w10:wrap type="square"/>
          </v:shape>
        </w:pict>
      </w:r>
    </w:p>
    <w:p w:rsidR="009F0AFE" w:rsidRDefault="009F0AFE" w:rsidP="00807099">
      <w:pPr>
        <w:spacing w:line="360" w:lineRule="auto"/>
        <w:rPr>
          <w:sz w:val="28"/>
        </w:rPr>
      </w:pPr>
    </w:p>
    <w:p w:rsidR="009F0AFE" w:rsidRPr="00CB04E4" w:rsidRDefault="009F0AFE" w:rsidP="0080709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F0AFE" w:rsidRPr="00CB04E4" w:rsidRDefault="009F0AFE" w:rsidP="0080709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ВАСЬКОВСКОГО СЕЛЬСКОГО ПОСЕЛЕНИЯ</w:t>
      </w:r>
    </w:p>
    <w:p w:rsidR="009F0AFE" w:rsidRDefault="009F0AFE" w:rsidP="0080709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b/>
          <w:sz w:val="28"/>
          <w:szCs w:val="28"/>
        </w:rPr>
        <w:t>ПОЧИНКОВСКОГО РАЙОНА СМОЛЕНСКОЙ ОБЛАСТИ</w:t>
      </w:r>
    </w:p>
    <w:p w:rsidR="009F0AFE" w:rsidRPr="00CB04E4" w:rsidRDefault="009F0AFE" w:rsidP="0080709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AFE" w:rsidRPr="00CB04E4" w:rsidRDefault="009F0AFE" w:rsidP="0080709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B04E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B04E4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F0AFE" w:rsidRPr="00CB04E4" w:rsidRDefault="009F0AFE" w:rsidP="00807099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  19</w:t>
      </w:r>
      <w:r w:rsidRPr="00CB04E4">
        <w:rPr>
          <w:rFonts w:ascii="Times New Roman" w:hAnsi="Times New Roman"/>
          <w:sz w:val="28"/>
          <w:szCs w:val="28"/>
          <w:u w:val="single"/>
        </w:rPr>
        <w:t xml:space="preserve">  »  0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Pr="00CB04E4">
        <w:rPr>
          <w:rFonts w:ascii="Times New Roman" w:hAnsi="Times New Roman"/>
          <w:sz w:val="28"/>
          <w:szCs w:val="28"/>
          <w:u w:val="single"/>
        </w:rPr>
        <w:t xml:space="preserve">    2016г. 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B04E4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48</w:t>
      </w:r>
      <w:r w:rsidRPr="00CB04E4">
        <w:rPr>
          <w:rFonts w:ascii="Times New Roman" w:hAnsi="Times New Roman"/>
          <w:sz w:val="28"/>
          <w:szCs w:val="28"/>
          <w:u w:val="single"/>
        </w:rPr>
        <w:t xml:space="preserve">-р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B04E4">
        <w:rPr>
          <w:rFonts w:ascii="Times New Roman" w:hAnsi="Times New Roman"/>
          <w:sz w:val="28"/>
          <w:szCs w:val="28"/>
        </w:rPr>
        <w:t xml:space="preserve"> д.Васьково</w:t>
      </w: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6062"/>
      </w:tblGrid>
      <w:tr w:rsidR="009F0AFE" w:rsidRPr="00363EB7" w:rsidTr="00614A3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F0AFE" w:rsidRPr="00363EB7" w:rsidRDefault="009F0AFE" w:rsidP="00614A3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EB7">
              <w:rPr>
                <w:rFonts w:ascii="Times New Roman" w:hAnsi="Times New Roman"/>
                <w:sz w:val="28"/>
                <w:szCs w:val="28"/>
              </w:rPr>
              <w:t>О внесении изменения в распоряжение Администрации Васьковского сельского поселения   Починковского             района Смоленской      области       от 29.12.2015г. №  157-р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F0AFE" w:rsidRPr="00363EB7" w:rsidRDefault="009F0AFE" w:rsidP="00614A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0AFE" w:rsidRDefault="009F0AFE" w:rsidP="00807099">
      <w:pPr>
        <w:ind w:left="9217" w:right="-645"/>
      </w:pPr>
    </w:p>
    <w:p w:rsidR="009F0AFE" w:rsidRPr="00CB04E4" w:rsidRDefault="009F0AFE" w:rsidP="00807099">
      <w:pPr>
        <w:tabs>
          <w:tab w:val="left" w:pos="129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04E4">
        <w:rPr>
          <w:rFonts w:ascii="Times New Roman" w:hAnsi="Times New Roman"/>
          <w:sz w:val="28"/>
          <w:szCs w:val="28"/>
        </w:rPr>
        <w:t xml:space="preserve">     В соответствии с Федеральным законом от 27 июля 2010 года № 210-ФЗ «Об организации предоставления государственных и муниципальных услуг»</w:t>
      </w:r>
    </w:p>
    <w:p w:rsidR="009F0AFE" w:rsidRPr="00CB04E4" w:rsidRDefault="009F0AFE" w:rsidP="0080709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B04E4">
        <w:rPr>
          <w:rFonts w:ascii="Times New Roman" w:hAnsi="Times New Roman"/>
          <w:sz w:val="28"/>
          <w:szCs w:val="28"/>
        </w:rPr>
        <w:t xml:space="preserve">     1. Внести изменения в распоряжение Администрации Васьковского сельского поселения Починковского района Смоленской области от 29.12.2015 № 157-р</w:t>
      </w:r>
      <w:r>
        <w:rPr>
          <w:rFonts w:ascii="Times New Roman" w:hAnsi="Times New Roman"/>
          <w:sz w:val="28"/>
          <w:szCs w:val="28"/>
        </w:rPr>
        <w:t xml:space="preserve"> (в редакции распоряжения Администрации Васьковского сельского поселения Починковского района Смоленской области от 02.03.2016г. 25-р, от 24.03.2016г.№32-р)</w:t>
      </w:r>
      <w:r w:rsidRPr="00CB04E4">
        <w:rPr>
          <w:rFonts w:ascii="Times New Roman" w:hAnsi="Times New Roman"/>
          <w:sz w:val="28"/>
          <w:szCs w:val="28"/>
        </w:rPr>
        <w:t xml:space="preserve">  утвердив  </w:t>
      </w:r>
      <w:r w:rsidRPr="00CB04E4">
        <w:rPr>
          <w:rFonts w:ascii="Times New Roman" w:hAnsi="Times New Roman"/>
          <w:bCs/>
          <w:sz w:val="28"/>
          <w:szCs w:val="28"/>
        </w:rPr>
        <w:t>Реестр муниципальных услуг (функций), предоставляемых (исполняемых)  Администрацией  Васьковского сельского поселения Починковского  района Смоленской области в  новой редакции (прилагается).</w:t>
      </w:r>
    </w:p>
    <w:p w:rsidR="009F0AFE" w:rsidRPr="00CB04E4" w:rsidRDefault="009F0AFE" w:rsidP="00807099">
      <w:pPr>
        <w:spacing w:line="240" w:lineRule="auto"/>
        <w:ind w:right="2"/>
        <w:jc w:val="both"/>
        <w:rPr>
          <w:rFonts w:ascii="Times New Roman" w:hAnsi="Times New Roman"/>
          <w:sz w:val="28"/>
        </w:rPr>
      </w:pPr>
      <w:r w:rsidRPr="00CB04E4">
        <w:rPr>
          <w:rFonts w:ascii="Times New Roman" w:hAnsi="Times New Roman"/>
          <w:bCs/>
          <w:sz w:val="28"/>
          <w:szCs w:val="28"/>
        </w:rPr>
        <w:t xml:space="preserve">    2.</w:t>
      </w:r>
      <w:r>
        <w:rPr>
          <w:rFonts w:ascii="Times New Roman" w:hAnsi="Times New Roman"/>
          <w:sz w:val="28"/>
        </w:rPr>
        <w:t xml:space="preserve">  </w:t>
      </w:r>
      <w:r w:rsidRPr="00CB04E4">
        <w:rPr>
          <w:rFonts w:ascii="Times New Roman" w:hAnsi="Times New Roman"/>
          <w:sz w:val="28"/>
          <w:szCs w:val="28"/>
        </w:rPr>
        <w:t>Опубликовать настоящее распоряжение в газете «Родная деревня».</w:t>
      </w:r>
    </w:p>
    <w:p w:rsidR="009F0AFE" w:rsidRPr="00CB04E4" w:rsidRDefault="009F0AFE" w:rsidP="00807099">
      <w:pPr>
        <w:tabs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B04E4">
        <w:rPr>
          <w:rFonts w:ascii="Times New Roman" w:hAnsi="Times New Roman"/>
          <w:sz w:val="28"/>
          <w:szCs w:val="28"/>
        </w:rPr>
        <w:t xml:space="preserve"> </w:t>
      </w:r>
    </w:p>
    <w:p w:rsidR="009F0AFE" w:rsidRPr="00CB04E4" w:rsidRDefault="009F0AFE" w:rsidP="008070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F0AFE" w:rsidRPr="00CB04E4" w:rsidRDefault="009F0AFE" w:rsidP="008070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F0AFE" w:rsidRPr="00FF70AA" w:rsidRDefault="009F0AFE" w:rsidP="0080709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F0AFE" w:rsidRPr="00FF70AA" w:rsidRDefault="009F0AFE" w:rsidP="0080709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Васьковского сельского поселения</w:t>
      </w:r>
    </w:p>
    <w:p w:rsidR="009F0AFE" w:rsidRPr="00FF70AA" w:rsidRDefault="009F0AFE" w:rsidP="0080709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70AA">
        <w:rPr>
          <w:rFonts w:ascii="Times New Roman" w:hAnsi="Times New Roman" w:cs="Times New Roman"/>
          <w:sz w:val="28"/>
          <w:szCs w:val="28"/>
        </w:rPr>
        <w:t>Починковского района Смоленской области                                         Г.И.Королев</w:t>
      </w:r>
    </w:p>
    <w:p w:rsidR="009F0AFE" w:rsidRPr="00FF70AA" w:rsidRDefault="009F0AFE" w:rsidP="00807099">
      <w:pPr>
        <w:pStyle w:val="NoSpacing"/>
        <w:rPr>
          <w:rFonts w:ascii="Times New Roman" w:hAnsi="Times New Roman" w:cs="Times New Roman"/>
          <w:sz w:val="28"/>
          <w:szCs w:val="28"/>
        </w:rPr>
        <w:sectPr w:rsidR="009F0AFE" w:rsidRPr="00FF70AA" w:rsidSect="00654139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9F0AFE" w:rsidRPr="00471949" w:rsidRDefault="009F0AFE" w:rsidP="00807099">
      <w:pPr>
        <w:spacing w:line="240" w:lineRule="auto"/>
        <w:ind w:left="10065"/>
        <w:rPr>
          <w:rFonts w:ascii="Times New Roman" w:hAnsi="Times New Roman"/>
        </w:rPr>
      </w:pPr>
      <w:r w:rsidRPr="00471949">
        <w:rPr>
          <w:rFonts w:ascii="Times New Roman" w:hAnsi="Times New Roman"/>
        </w:rPr>
        <w:t>УТВЕРЖДЕН                                                                                                                                                                                        распоряжением Администрации  Васьковского сельского  поселения Починковского района   Смоленской области от 29.12.2015г. № 157-р</w:t>
      </w:r>
      <w:r>
        <w:rPr>
          <w:rFonts w:ascii="Times New Roman" w:hAnsi="Times New Roman"/>
        </w:rPr>
        <w:t xml:space="preserve">              (в редакции распоряжений Администрации Васьковского сельского поселения Починковского района Смоленской области </w:t>
      </w:r>
      <w:r w:rsidRPr="00471949">
        <w:rPr>
          <w:rFonts w:ascii="Times New Roman" w:hAnsi="Times New Roman"/>
        </w:rPr>
        <w:t xml:space="preserve">от   </w:t>
      </w:r>
      <w:r w:rsidRPr="00715A84">
        <w:rPr>
          <w:rFonts w:ascii="Times New Roman" w:hAnsi="Times New Roman"/>
          <w:u w:val="single"/>
        </w:rPr>
        <w:t>« 02</w:t>
      </w:r>
      <w:r w:rsidRPr="00471949">
        <w:rPr>
          <w:rFonts w:ascii="Times New Roman" w:hAnsi="Times New Roman"/>
          <w:u w:val="single"/>
        </w:rPr>
        <w:t xml:space="preserve"> </w:t>
      </w:r>
      <w:r w:rsidRPr="00471949">
        <w:rPr>
          <w:rFonts w:ascii="Times New Roman" w:hAnsi="Times New Roman"/>
        </w:rPr>
        <w:t xml:space="preserve">» </w:t>
      </w:r>
      <w:r w:rsidRPr="00471949">
        <w:rPr>
          <w:rFonts w:ascii="Times New Roman" w:hAnsi="Times New Roman"/>
          <w:u w:val="single"/>
        </w:rPr>
        <w:t>0</w:t>
      </w:r>
      <w:r>
        <w:rPr>
          <w:rFonts w:ascii="Times New Roman" w:hAnsi="Times New Roman"/>
          <w:u w:val="single"/>
        </w:rPr>
        <w:t>3</w:t>
      </w:r>
      <w:r w:rsidRPr="00471949">
        <w:rPr>
          <w:rFonts w:ascii="Times New Roman" w:hAnsi="Times New Roman"/>
          <w:u w:val="single"/>
        </w:rPr>
        <w:t xml:space="preserve">. </w:t>
      </w:r>
      <w:r w:rsidRPr="00471949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471949">
          <w:rPr>
            <w:rFonts w:ascii="Times New Roman" w:hAnsi="Times New Roman"/>
          </w:rPr>
          <w:t>2016 г</w:t>
        </w:r>
      </w:smartTag>
      <w:r w:rsidRPr="00471949">
        <w:rPr>
          <w:rFonts w:ascii="Times New Roman" w:hAnsi="Times New Roman"/>
        </w:rPr>
        <w:t xml:space="preserve">. № </w:t>
      </w:r>
      <w:r w:rsidRPr="00471949">
        <w:rPr>
          <w:rFonts w:ascii="Times New Roman" w:hAnsi="Times New Roman"/>
          <w:u w:val="single"/>
        </w:rPr>
        <w:t>2</w:t>
      </w:r>
      <w:r>
        <w:rPr>
          <w:rFonts w:ascii="Times New Roman" w:hAnsi="Times New Roman"/>
          <w:u w:val="single"/>
        </w:rPr>
        <w:t>5</w:t>
      </w:r>
      <w:r w:rsidRPr="00471949">
        <w:rPr>
          <w:rFonts w:ascii="Times New Roman" w:hAnsi="Times New Roman"/>
          <w:u w:val="single"/>
        </w:rPr>
        <w:t>-р</w:t>
      </w:r>
      <w:r>
        <w:rPr>
          <w:rFonts w:ascii="Times New Roman" w:hAnsi="Times New Roman"/>
          <w:u w:val="single"/>
        </w:rPr>
        <w:t>, от 24.03.2016г. № 32-р)</w:t>
      </w:r>
      <w:r w:rsidRPr="00471949">
        <w:rPr>
          <w:rFonts w:ascii="Times New Roman" w:hAnsi="Times New Roman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9F0AFE" w:rsidRPr="00471949" w:rsidRDefault="009F0AFE" w:rsidP="0080709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949">
        <w:rPr>
          <w:rFonts w:ascii="Times New Roman" w:hAnsi="Times New Roman" w:cs="Times New Roman"/>
          <w:b/>
          <w:sz w:val="24"/>
          <w:szCs w:val="24"/>
        </w:rPr>
        <w:t>Реестр муниципальных услуг (функций), предоставляемых (исполняемых)  Администрацией</w:t>
      </w:r>
    </w:p>
    <w:p w:rsidR="009F0AFE" w:rsidRPr="00471949" w:rsidRDefault="009F0AFE" w:rsidP="00807099">
      <w:pPr>
        <w:pStyle w:val="NoSpacing"/>
        <w:jc w:val="center"/>
        <w:rPr>
          <w:rFonts w:ascii="Times New Roman" w:hAnsi="Times New Roman" w:cs="Times New Roman"/>
          <w:sz w:val="22"/>
          <w:szCs w:val="22"/>
        </w:rPr>
      </w:pPr>
      <w:r w:rsidRPr="00471949">
        <w:rPr>
          <w:rFonts w:ascii="Times New Roman" w:hAnsi="Times New Roman" w:cs="Times New Roman"/>
          <w:b/>
          <w:sz w:val="24"/>
          <w:szCs w:val="24"/>
        </w:rPr>
        <w:t>Васьковского  сельского поселения Починковского района Смоленской области</w:t>
      </w:r>
    </w:p>
    <w:p w:rsidR="009F0AFE" w:rsidRPr="00471949" w:rsidRDefault="009F0AFE" w:rsidP="00807099">
      <w:pPr>
        <w:spacing w:line="240" w:lineRule="auto"/>
        <w:jc w:val="center"/>
        <w:rPr>
          <w:rFonts w:ascii="Times New Roman" w:hAnsi="Times New Roman"/>
          <w:b/>
        </w:rPr>
      </w:pPr>
      <w:r w:rsidRPr="00471949">
        <w:rPr>
          <w:rFonts w:ascii="Times New Roman" w:hAnsi="Times New Roman"/>
          <w:b/>
        </w:rPr>
        <w:t>(новая редакция)</w:t>
      </w:r>
    </w:p>
    <w:tbl>
      <w:tblPr>
        <w:tblW w:w="15687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3119"/>
        <w:gridCol w:w="1639"/>
        <w:gridCol w:w="2602"/>
        <w:gridCol w:w="1984"/>
        <w:gridCol w:w="2410"/>
        <w:gridCol w:w="3224"/>
      </w:tblGrid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№</w:t>
            </w:r>
          </w:p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Наименование   муниципальной услуги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Возмездность предоставления муниципальной</w:t>
            </w:r>
          </w:p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Нормативный правовой акт, устанавливающий порядок предоставления муниципальной услуги и стандарт ее предоставления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Наименование исполнителя ответственного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1949">
              <w:rPr>
                <w:rFonts w:ascii="Times New Roman" w:hAnsi="Times New Roman" w:cs="Times New Roman"/>
              </w:rPr>
              <w:t>предоставление муниципальной         услуги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Категории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1949">
              <w:rPr>
                <w:rFonts w:ascii="Times New Roman" w:hAnsi="Times New Roman" w:cs="Times New Roman"/>
              </w:rPr>
              <w:t xml:space="preserve"> заявителей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Конечный         результат  </w:t>
            </w:r>
          </w:p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 xml:space="preserve">предоставления муниципальной </w:t>
            </w:r>
          </w:p>
          <w:p w:rsidR="009F0AFE" w:rsidRPr="00471949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</w:rPr>
              <w:t>услуги</w:t>
            </w:r>
          </w:p>
        </w:tc>
      </w:tr>
      <w:tr w:rsidR="009F0AFE" w:rsidRPr="00363EB7" w:rsidTr="000B037B">
        <w:tc>
          <w:tcPr>
            <w:tcW w:w="1568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услуги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6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23.12.2013 № 4</w:t>
              </w:r>
            </w:hyperlink>
            <w:r w:rsidRPr="00CE272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7A03">
              <w:rPr>
                <w:rFonts w:ascii="Times New Roman" w:hAnsi="Times New Roman" w:cs="Times New Roman"/>
              </w:rPr>
              <w:t>(в редакции постановлени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A7A03">
              <w:rPr>
                <w:rFonts w:ascii="Times New Roman" w:hAnsi="Times New Roman" w:cs="Times New Roman"/>
              </w:rPr>
              <w:t xml:space="preserve"> Администрации Васьковского сельского поселения Починковского района Смоленской области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7A03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08.</w:t>
            </w:r>
            <w:r w:rsidRPr="004A7A0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4A7A03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 № 24)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информации о порядке предоставления жилищно-коммунальных услуг населению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 xml:space="preserve">Предоставление водных объектов в пользование на основании </w:t>
            </w:r>
          </w:p>
          <w:p w:rsidR="009F0AFE" w:rsidRPr="00CE2720" w:rsidRDefault="009F0AFE" w:rsidP="00614A38">
            <w:pPr>
              <w:pStyle w:val="NoSpacing"/>
              <w:rPr>
                <w:rStyle w:val="Strong"/>
                <w:rFonts w:eastAsia="SimSun"/>
                <w:bCs w:val="0"/>
              </w:rPr>
            </w:pPr>
            <w:r w:rsidRPr="00CE2720">
              <w:rPr>
                <w:rFonts w:ascii="Times New Roman" w:hAnsi="Times New Roman" w:cs="Times New Roman"/>
              </w:rPr>
              <w:t>договора водопользования или решения  о предоставлении водного объекта в пользование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Cs/>
              </w:rPr>
            </w:pPr>
            <w:hyperlink r:id="rId7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Васьковского сельского поселения Починковского района Смоленской области от 04.12.2015 № 26</w:t>
              </w:r>
              <w:r>
                <w:rPr>
                  <w:rStyle w:val="Hyperlink"/>
                  <w:rFonts w:ascii="Times New Roman" w:hAnsi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25)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Заключение договора водопользования или решения  о предоставлении водного объекта в пользование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Информирование населения об ограничениях использования водных объектов общего пользования, расположенных на территории</w:t>
            </w:r>
            <w:r w:rsidRPr="00CE2720">
              <w:rPr>
                <w:rFonts w:ascii="Times New Roman" w:hAnsi="Times New Roman" w:cs="Times New Roman"/>
                <w:b/>
              </w:rPr>
              <w:t xml:space="preserve"> </w:t>
            </w:r>
            <w:r w:rsidRPr="00CE2720">
              <w:rPr>
                <w:rFonts w:ascii="Times New Roman" w:hAnsi="Times New Roman" w:cs="Times New Roman"/>
              </w:rPr>
              <w:t>муниципального образования, для личных и бытовых нужд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8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23.12.2013 № 51</w:t>
              </w:r>
              <w:r>
                <w:rPr>
                  <w:rStyle w:val="Hyperlink"/>
                  <w:rFonts w:ascii="Times New Roman" w:hAnsi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26)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>Информирование населения об ограничениях использования водных объектов общего пользования, расположенных на территории</w:t>
            </w:r>
            <w:r w:rsidRPr="00CE2720">
              <w:rPr>
                <w:rFonts w:ascii="Times New Roman" w:hAnsi="Times New Roman" w:cs="Times New Roman"/>
                <w:b/>
              </w:rPr>
              <w:t xml:space="preserve"> </w:t>
            </w:r>
            <w:r w:rsidRPr="00CE2720">
              <w:rPr>
                <w:rFonts w:ascii="Times New Roman" w:hAnsi="Times New Roman" w:cs="Times New Roman"/>
              </w:rPr>
              <w:t>муниципального образования, для личных и бытовых нужд 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  <w:bCs/>
              </w:rPr>
              <w:t>Рассмотрение  уведомлений  о проведении публичных мероприятий</w:t>
            </w:r>
            <w:r w:rsidRPr="00CE2720">
              <w:rPr>
                <w:rFonts w:ascii="Times New Roman" w:hAnsi="Times New Roman" w:cs="Times New Roman"/>
              </w:rPr>
              <w:t xml:space="preserve"> </w:t>
            </w:r>
            <w:r w:rsidRPr="00CE2720">
              <w:rPr>
                <w:rFonts w:ascii="Times New Roman" w:hAnsi="Times New Roman" w:cs="Times New Roman"/>
                <w:bCs/>
              </w:rPr>
              <w:t xml:space="preserve"> на  территории  Васьковского сельского  поселения Починковского</w:t>
            </w:r>
            <w:r w:rsidRPr="00CE2720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E2720">
              <w:rPr>
                <w:rFonts w:ascii="Times New Roman" w:hAnsi="Times New Roman" w:cs="Times New Roman"/>
                <w:bCs/>
              </w:rPr>
              <w:t>района   Смоленской  области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Default="009F0AFE" w:rsidP="00614A38">
            <w:pPr>
              <w:pStyle w:val="NoSpacing"/>
              <w:rPr>
                <w:rStyle w:val="Hyperlink"/>
                <w:rFonts w:ascii="Times New Roman" w:hAnsi="Times New Roman"/>
              </w:rPr>
            </w:pPr>
            <w:r>
              <w:fldChar w:fldCharType="begin"/>
            </w:r>
            <w:r>
              <w:instrText>HYPERLINK "http://pochinok.admin-smolensk.ru/files/284/140.rar"</w:instrText>
            </w:r>
            <w:r>
              <w:fldChar w:fldCharType="separate"/>
            </w:r>
            <w:r w:rsidRPr="00CE2720">
              <w:rPr>
                <w:rStyle w:val="Hyperlink"/>
                <w:rFonts w:ascii="Times New Roman" w:hAnsi="Times New Roman"/>
              </w:rPr>
              <w:t>Постановление Администрации  Васьковского сельского поселения Починковского района Смоленской области от 07.12.2015 № 28</w:t>
            </w:r>
            <w:r>
              <w:rPr>
                <w:rStyle w:val="Hyperlink"/>
                <w:rFonts w:ascii="Times New Roman" w:hAnsi="Times New Roman"/>
              </w:rPr>
              <w:t xml:space="preserve"> </w:t>
            </w:r>
          </w:p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Style w:val="Hyperlink"/>
                <w:rFonts w:ascii="Times New Roman" w:hAnsi="Times New Roman"/>
              </w:rPr>
              <w:t xml:space="preserve"> </w:t>
            </w:r>
            <w:r>
              <w:fldChar w:fldCharType="end"/>
            </w:r>
            <w:r w:rsidRPr="004A7A03">
              <w:rPr>
                <w:rFonts w:ascii="Times New Roman" w:hAnsi="Times New Roman" w:cs="Times New Roman"/>
              </w:rPr>
              <w:t>(в редакции постановлени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A7A03">
              <w:rPr>
                <w:rFonts w:ascii="Times New Roman" w:hAnsi="Times New Roman" w:cs="Times New Roman"/>
              </w:rPr>
              <w:t xml:space="preserve"> Администрации Васьковского сельского поселения Починковского района Смоленской области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7A03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08.</w:t>
            </w:r>
            <w:r w:rsidRPr="004A7A0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4A7A03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 № 39)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Выдача разрешения на проведение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Назначение и выплата пенсии за выслугу лет лицам, замещавшим муниципальные должности муниципальной службы (муници-пальные должности муниципальной службы) в органах местного самоуправления Васьковского сельского поселения Починковского района Смоленской области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9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07.08.2014 № 20</w:t>
              </w:r>
              <w:r>
                <w:rPr>
                  <w:rStyle w:val="Hyperlink"/>
                  <w:rFonts w:ascii="Times New Roman" w:hAnsi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38)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>Назначение и выплата пенсии за выслугу лет лицам, замещавшим муниципальные должности муниципальной службы (муниципальные должности муниципальной службы)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  <w:color w:val="000000"/>
              </w:rPr>
              <w:t>Предоставление пользователям автомобильных дорог  местного значения информации о состоянии автомобильных дорог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0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42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27)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  <w:color w:val="000000"/>
              </w:rPr>
              <w:t>Предоставление пользователям автомобильных дорог  местного значения информации о состоянии автомобильных дорог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Оформление разрешения на вселение в муниципальные жилые помещения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1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44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28)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>Оформление разрешения на вселение в муниципальные жилые помещения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жилого помещения, находящегося в муниципальной собственности,  гражданину на основании договора социального найма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2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50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29)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 xml:space="preserve">Предоставление жилого помещения, находящегося в муниципальной собственности,  гражданину на основании договора социального найма или письменный отказ 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  <w:bCs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3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48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30)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  <w:bCs/>
              </w:rPr>
              <w:t>Предоставление информации о времени и месте театральных представлений, филармоничес-ких и эстрадных концертов и гастрольных мероприятий театров и филармоний, киносеансов, анонсы данных мероприятий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информации об объектах культурного наследия, находящихся на территории Васьковского сельского поселения и включенных в единый государственный реестр объектов культурного наследия (памятников истории и культуры)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4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52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31)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информации об объектах культурного наследия, находящихся на территории Васьковского сельского поселения и включенных в единый государственный реестр объектов культурного наследия (памятников истории и культуры)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 xml:space="preserve">Заключение </w:t>
            </w:r>
            <w:r w:rsidRPr="00CE2720">
              <w:rPr>
                <w:rFonts w:ascii="Times New Roman" w:hAnsi="Times New Roman" w:cs="Times New Roman"/>
                <w:kern w:val="1"/>
              </w:rPr>
              <w:t xml:space="preserve">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5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40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32)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E2720">
              <w:rPr>
                <w:rFonts w:ascii="Times New Roman" w:hAnsi="Times New Roman" w:cs="Times New Roman"/>
              </w:rPr>
              <w:t xml:space="preserve">Заключение </w:t>
            </w:r>
            <w:r w:rsidRPr="00CE2720">
              <w:rPr>
                <w:rFonts w:ascii="Times New Roman" w:hAnsi="Times New Roman" w:cs="Times New Roman"/>
                <w:kern w:val="1"/>
              </w:rPr>
              <w:t xml:space="preserve">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6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43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33)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 или письмен-ный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Принятие на учет малоимущих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7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45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34)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Принятие на учет малоимущих граждан в качестве нуждающихся в жилых помещениях, предоставляемых по договорам социального найма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Присвоение адресов объектам недвижимого имущества, находящимся в границах населённых пунктов поселения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8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46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35)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Присвоение адресов объектам недвижимого имущества, находящимся в границах населённых пунктов поселения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Оформление документов на обмен жилыми помещениями муниципального жилого фонда, предоставляемыми по договорам социального найма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19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23.12.2013 № </w:t>
              </w:r>
              <w:r>
                <w:rPr>
                  <w:rStyle w:val="Hyperlink"/>
                  <w:rFonts w:ascii="Times New Roman" w:hAnsi="Times New Roman"/>
                </w:rPr>
                <w:t xml:space="preserve">49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36)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Оформление документов на обмен жилыми помещениями муниципального жилого фонда, предоставляемыми по договорам социального найма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Заключение  договоров найма специализированного жилищного фонда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894E0B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0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</w:t>
              </w:r>
              <w:r>
                <w:rPr>
                  <w:rStyle w:val="Hyperlink"/>
                  <w:rFonts w:ascii="Times New Roman" w:hAnsi="Times New Roman"/>
                </w:rPr>
                <w:t>4</w:t>
              </w:r>
              <w:r w:rsidRPr="00CE2720">
                <w:rPr>
                  <w:rStyle w:val="Hyperlink"/>
                  <w:rFonts w:ascii="Times New Roman" w:hAnsi="Times New Roman"/>
                </w:rPr>
                <w:t>.</w:t>
              </w:r>
              <w:r>
                <w:rPr>
                  <w:rStyle w:val="Hyperlink"/>
                  <w:rFonts w:ascii="Times New Roman" w:hAnsi="Times New Roman"/>
                </w:rPr>
                <w:t>04</w:t>
              </w:r>
              <w:r w:rsidRPr="00CE2720">
                <w:rPr>
                  <w:rStyle w:val="Hyperlink"/>
                  <w:rFonts w:ascii="Times New Roman" w:hAnsi="Times New Roman"/>
                </w:rPr>
                <w:t>.201</w:t>
              </w:r>
              <w:r>
                <w:rPr>
                  <w:rStyle w:val="Hyperlink"/>
                  <w:rFonts w:ascii="Times New Roman" w:hAnsi="Times New Roman"/>
                </w:rPr>
                <w:t>7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№ </w:t>
              </w:r>
              <w:r>
                <w:rPr>
                  <w:rStyle w:val="Hyperlink"/>
                  <w:rFonts w:ascii="Times New Roman" w:hAnsi="Times New Roman"/>
                </w:rPr>
                <w:t xml:space="preserve">17 </w:t>
              </w:r>
              <w:r w:rsidRPr="004A7A03">
                <w:rPr>
                  <w:rFonts w:ascii="Times New Roman" w:hAnsi="Times New Roman" w:cs="Times New Roman"/>
                </w:rPr>
                <w:t>(в редакции постановлени</w:t>
              </w:r>
              <w:r>
                <w:rPr>
                  <w:rFonts w:ascii="Times New Roman" w:hAnsi="Times New Roman" w:cs="Times New Roman"/>
                </w:rPr>
                <w:t>я</w:t>
              </w:r>
              <w:r w:rsidRPr="004A7A03">
                <w:rPr>
                  <w:rFonts w:ascii="Times New Roman" w:hAnsi="Times New Roman" w:cs="Times New Roman"/>
                </w:rPr>
                <w:t xml:space="preserve"> Администрации Васьковского сельского поселения Починковского района Смоленской области 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  <w:r w:rsidRPr="004A7A03">
                <w:rPr>
                  <w:rFonts w:ascii="Times New Roman" w:hAnsi="Times New Roman" w:cs="Times New Roman"/>
                </w:rPr>
                <w:t>от</w:t>
              </w:r>
              <w:r>
                <w:rPr>
                  <w:rFonts w:ascii="Times New Roman" w:hAnsi="Times New Roman" w:cs="Times New Roman"/>
                </w:rPr>
                <w:t xml:space="preserve"> 08.</w:t>
              </w:r>
              <w:r w:rsidRPr="004A7A03">
                <w:rPr>
                  <w:rFonts w:ascii="Times New Roman" w:hAnsi="Times New Roman" w:cs="Times New Roman"/>
                </w:rPr>
                <w:t>0</w:t>
              </w:r>
              <w:r>
                <w:rPr>
                  <w:rFonts w:ascii="Times New Roman" w:hAnsi="Times New Roman" w:cs="Times New Roman"/>
                </w:rPr>
                <w:t>4</w:t>
              </w:r>
              <w:r w:rsidRPr="004A7A03">
                <w:rPr>
                  <w:rFonts w:ascii="Times New Roman" w:hAnsi="Times New Roman" w:cs="Times New Roman"/>
                </w:rPr>
                <w:t>.201</w:t>
              </w:r>
              <w:r>
                <w:rPr>
                  <w:rFonts w:ascii="Times New Roman" w:hAnsi="Times New Roman" w:cs="Times New Roman"/>
                </w:rPr>
                <w:t>6 № 37)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Заключение  договоров найма специализированного жилищного фонда или письменный отказ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Подготовка и проведение торгов (аукционов, конкурсов) по продаже земельных участков или права на заключение договоров аренды земельных участков, находящихся в муниципальной собственности  муниципального образования Васьковского сельского поселения Починковского района Смоленской области   и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1" w:history="1">
              <w:r w:rsidRPr="00CE2720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24.03.2016 № 18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Уведомление о недопущении заявителя  к участию в аукционе; предоставление заявителю протокола о результатах торгов  ( в случае признания заявителя победителем аукциона); возврат задатка (в случае, если заявитель не признан победителем аукциона); заключение договора купли-продажи (аренды) земельного участка с победителем торгов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Предоставление в постоянное (бессрочное) пользование, безвозмездное пользование земельных участков, находящихся в муниципальной 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2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24.03.2016 № 1</w:t>
              </w:r>
              <w:r>
                <w:rPr>
                  <w:rStyle w:val="Hyperlink"/>
                  <w:rFonts w:ascii="Times New Roman" w:hAnsi="Times New Roman"/>
                </w:rPr>
                <w:t>9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Государственные и муниципальные учрежде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ния;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Pr="00CE2720">
              <w:rPr>
                <w:rFonts w:ascii="Times New Roman" w:hAnsi="Times New Roman" w:cs="Times New Roman"/>
              </w:rPr>
              <w:t>азен</w:t>
            </w:r>
            <w:r>
              <w:rPr>
                <w:rFonts w:ascii="Times New Roman" w:hAnsi="Times New Roman" w:cs="Times New Roman"/>
              </w:rPr>
              <w:t>ные пред</w:t>
            </w:r>
            <w:r w:rsidRPr="00CE2720">
              <w:rPr>
                <w:rFonts w:ascii="Times New Roman" w:hAnsi="Times New Roman" w:cs="Times New Roman"/>
              </w:rPr>
              <w:t>прия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тия; ц</w:t>
            </w:r>
            <w:r>
              <w:rPr>
                <w:rFonts w:ascii="Times New Roman" w:hAnsi="Times New Roman" w:cs="Times New Roman"/>
              </w:rPr>
              <w:t xml:space="preserve">ентры </w:t>
            </w:r>
            <w:r w:rsidRPr="00CE2720">
              <w:rPr>
                <w:rFonts w:ascii="Times New Roman" w:hAnsi="Times New Roman" w:cs="Times New Roman"/>
              </w:rPr>
              <w:t>историческо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го наследия президентов РФ, органы государствен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ной власти; органы местного самоуправле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ния; религиозные органи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зации; лица, с которыми заключен государствен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ный или муниципальный контракт на строительство объекта недвижимости, осуществляемое полностью за счет средств федерального бюджета, средств бюджета субъекта Российской Федерации или средств местного бюджета, на основе заказа, размещенного в соответствии с федераль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ным законом о размеще</w:t>
            </w:r>
            <w:r>
              <w:rPr>
                <w:rFonts w:ascii="Times New Roman" w:hAnsi="Times New Roman" w:cs="Times New Roman"/>
              </w:rPr>
              <w:t>-</w:t>
            </w:r>
            <w:r w:rsidRPr="00CE2720">
              <w:rPr>
                <w:rFonts w:ascii="Times New Roman" w:hAnsi="Times New Roman" w:cs="Times New Roman"/>
              </w:rPr>
              <w:t>нии заказов на поставки товаров, выполнение работ, оказание услуг для государственных или муниципальных нужд.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ConsPlusNormal"/>
              <w:widowControl/>
              <w:ind w:firstLine="50"/>
              <w:jc w:val="both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Выдача распоряжения Администрации о предоставлении земельного участка или заключение договора безвозмездного срочного пользования земельным участком или  письменный отказ в рассмотрении заявления о предоставлении услуги или письменны</w:t>
            </w:r>
            <w:r w:rsidRPr="00CE2720">
              <w:rPr>
                <w:rFonts w:cs="Times New Roman"/>
              </w:rPr>
              <w:t>й</w:t>
            </w:r>
            <w:r w:rsidRPr="00CE2720">
              <w:rPr>
                <w:rFonts w:ascii="Times New Roman" w:hAnsi="Times New Roman" w:cs="Times New Roman"/>
                <w:snapToGrid w:val="0"/>
              </w:rPr>
              <w:t xml:space="preserve"> отказ в предоставлении </w:t>
            </w:r>
            <w:r w:rsidRPr="00CE2720">
              <w:rPr>
                <w:rFonts w:ascii="Times New Roman" w:hAnsi="Times New Roman" w:cs="Times New Roman"/>
              </w:rPr>
              <w:t>земельного участка.</w:t>
            </w:r>
          </w:p>
          <w:p w:rsidR="009F0AFE" w:rsidRPr="00CE2720" w:rsidRDefault="009F0AFE" w:rsidP="00614A38">
            <w:pPr>
              <w:pStyle w:val="BodyText"/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Заключение договоров купли-продажи земельных участков, находящихся в муниципальной 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3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24.03.2016</w:t>
              </w:r>
              <w:r>
                <w:rPr>
                  <w:rStyle w:val="Hyperlink"/>
                  <w:rFonts w:ascii="Times New Roman" w:hAnsi="Times New Roman"/>
                </w:rPr>
                <w:t xml:space="preserve"> № 20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zCs w:val="18"/>
              </w:rPr>
            </w:pPr>
            <w:r w:rsidRPr="00CE2720">
              <w:rPr>
                <w:rFonts w:ascii="Times New Roman" w:hAnsi="Times New Roman" w:cs="Times New Roman"/>
                <w:szCs w:val="18"/>
              </w:rPr>
              <w:t xml:space="preserve">Заключение договора купли-продажи земельного участка или письменный отказ  в предоставлении услуги 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Сдача в аренду земельных участков, находящихся в муниципальной 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CE2720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4" w:history="1">
              <w:r w:rsidRPr="00CE2720">
                <w:rPr>
                  <w:rStyle w:val="Hyperlink"/>
                  <w:rFonts w:ascii="Times New Roman" w:hAnsi="Times New Roman"/>
                </w:rPr>
                <w:t>Постановление Администрации  Васьковского сельского поселения Починковского района Смоленской области от 24.03.2016</w:t>
              </w:r>
              <w:r>
                <w:rPr>
                  <w:rStyle w:val="Hyperlink"/>
                  <w:rFonts w:ascii="Times New Roman" w:hAnsi="Times New Roman"/>
                </w:rPr>
                <w:t xml:space="preserve"> № 21</w:t>
              </w:r>
              <w:r w:rsidRPr="00CE2720">
                <w:rPr>
                  <w:rStyle w:val="Hyperlink"/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CE2720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CE2720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Заключение  договора аренды земельного участка или письменный отказ  в предоставлении услуги</w:t>
            </w:r>
          </w:p>
        </w:tc>
      </w:tr>
      <w:tr w:rsidR="009F0AFE" w:rsidRPr="00363EB7" w:rsidTr="000B037B">
        <w:tc>
          <w:tcPr>
            <w:tcW w:w="1568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471949" w:rsidRDefault="009F0AFE" w:rsidP="00614A3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94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функции</w:t>
            </w:r>
          </w:p>
        </w:tc>
      </w:tr>
      <w:tr w:rsidR="009F0AFE" w:rsidRPr="00363EB7" w:rsidTr="000B037B">
        <w:trPr>
          <w:trHeight w:val="326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Style w:val="Strong"/>
                <w:rFonts w:eastAsia="SimSun"/>
                <w:b w:val="0"/>
                <w:bCs w:val="0"/>
              </w:rPr>
            </w:pPr>
            <w:r w:rsidRPr="009A182F">
              <w:rPr>
                <w:rFonts w:ascii="Times New Roman" w:hAnsi="Times New Roman" w:cs="Times New Roman"/>
              </w:rPr>
              <w:t>Осуществление муниципального контроля за сохранностью автомобильных дорог местного значения в границах населенных пунктов муниципального образования Васьковского сельского поселения Починковского района Смоленской области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0B037B" w:rsidRDefault="009F0AFE" w:rsidP="000B037B">
            <w:pPr>
              <w:pStyle w:val="NoSpacing"/>
              <w:spacing w:before="240"/>
            </w:pPr>
            <w:hyperlink r:id="rId25" w:history="1">
              <w:r w:rsidRPr="009A182F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30.05.2012 № 6 </w:t>
              </w:r>
            </w:hyperlink>
            <w:r>
              <w:t xml:space="preserve">, </w:t>
            </w:r>
            <w:r w:rsidRPr="009A182F">
              <w:rPr>
                <w:rFonts w:ascii="Times New Roman" w:hAnsi="Times New Roman" w:cs="Times New Roman"/>
              </w:rPr>
              <w:t>(в редакции постановлени</w:t>
            </w:r>
            <w:r>
              <w:rPr>
                <w:rFonts w:ascii="Times New Roman" w:hAnsi="Times New Roman" w:cs="Times New Roman"/>
              </w:rPr>
              <w:t xml:space="preserve">я  </w:t>
            </w:r>
            <w:r w:rsidRPr="000B037B">
              <w:rPr>
                <w:rFonts w:ascii="Times New Roman" w:hAnsi="Times New Roman" w:cs="Times New Roman"/>
                <w:color w:val="0000FF"/>
              </w:rPr>
              <w:t xml:space="preserve">от 10.03.2016 </w:t>
            </w:r>
            <w:r w:rsidRPr="000B037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№ 1</w:t>
            </w:r>
            <w:r w:rsidRPr="000B037B">
              <w:rPr>
                <w:color w:val="0000FF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      </w:r>
          </w:p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Исполнение нарушителями требований, установленных муниципальными правовыми актами, предписаний об устранении нарушений;</w:t>
            </w:r>
          </w:p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Привлечение виновных лиц к административной ответственности.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  <w:bCs/>
              </w:rPr>
              <w:t xml:space="preserve">Осуществление контроля за </w:t>
            </w:r>
            <w:r w:rsidRPr="009A182F">
              <w:rPr>
                <w:rFonts w:ascii="Times New Roman" w:hAnsi="Times New Roman" w:cs="Times New Roman"/>
              </w:rPr>
              <w:t>использованием и     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6" w:history="1">
              <w:r w:rsidRPr="009A182F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30.12.2012 № 16   </w:t>
              </w:r>
            </w:hyperlink>
            <w:r w:rsidRPr="009A182F">
              <w:rPr>
                <w:rFonts w:ascii="Times New Roman" w:hAnsi="Times New Roman" w:cs="Times New Roman"/>
              </w:rPr>
              <w:t xml:space="preserve">      (в редакции постановлений </w:t>
            </w:r>
            <w:hyperlink r:id="rId27" w:history="1">
              <w:r w:rsidRPr="009A182F">
                <w:rPr>
                  <w:rStyle w:val="Hyperlink"/>
                  <w:rFonts w:ascii="Times New Roman" w:hAnsi="Times New Roman"/>
                </w:rPr>
                <w:t>от 21.03.2014 № 14</w:t>
              </w:r>
            </w:hyperlink>
            <w:r w:rsidRPr="009A182F">
              <w:rPr>
                <w:rFonts w:ascii="Times New Roman" w:hAnsi="Times New Roman" w:cs="Times New Roman"/>
              </w:rPr>
              <w:t xml:space="preserve">, </w:t>
            </w:r>
            <w:hyperlink r:id="rId28" w:history="1">
              <w:r w:rsidRPr="009A182F">
                <w:rPr>
                  <w:rStyle w:val="Hyperlink"/>
                  <w:rFonts w:ascii="Times New Roman" w:hAnsi="Times New Roman"/>
                </w:rPr>
                <w:t>от 24.02.2016 № 9</w:t>
              </w:r>
            </w:hyperlink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Акт по результатам осуществление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</w:tr>
      <w:tr w:rsidR="009F0AFE" w:rsidRPr="00363EB7" w:rsidTr="000B037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Style w:val="Strong"/>
                <w:rFonts w:eastAsia="SimSun"/>
                <w:b w:val="0"/>
                <w:bCs w:val="0"/>
              </w:rPr>
            </w:pPr>
            <w:r w:rsidRPr="009A182F">
              <w:rPr>
                <w:rFonts w:ascii="Times New Roman" w:hAnsi="Times New Roman" w:cs="Times New Roman"/>
                <w:lang w:eastAsia="en-US"/>
              </w:rPr>
              <w:t>Осуществление муниципального контроля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  <w:shd w:val="clear" w:color="auto" w:fill="FFFFFF"/>
              </w:rPr>
              <w:t>Безвозмездно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hyperlink r:id="rId29" w:history="1">
              <w:r w:rsidRPr="009A182F">
                <w:rPr>
                  <w:rStyle w:val="Hyperlink"/>
                  <w:rFonts w:ascii="Times New Roman" w:hAnsi="Times New Roman"/>
                </w:rPr>
                <w:t xml:space="preserve">Постановление Администрации  Васьковского сельского поселения Починковского района Смоленской области от 30.05.2012 № 20 </w:t>
              </w:r>
            </w:hyperlink>
            <w:r>
              <w:t xml:space="preserve">, </w:t>
            </w:r>
            <w:r w:rsidRPr="009A182F">
              <w:rPr>
                <w:rFonts w:ascii="Times New Roman" w:hAnsi="Times New Roman" w:cs="Times New Roman"/>
              </w:rPr>
              <w:t>(в редакции постановлени</w:t>
            </w:r>
            <w:r>
              <w:rPr>
                <w:rFonts w:ascii="Times New Roman" w:hAnsi="Times New Roman" w:cs="Times New Roman"/>
              </w:rPr>
              <w:t xml:space="preserve">я  </w:t>
            </w:r>
            <w:r w:rsidRPr="000B037B">
              <w:rPr>
                <w:rFonts w:ascii="Times New Roman" w:hAnsi="Times New Roman" w:cs="Times New Roman"/>
                <w:color w:val="0000FF"/>
              </w:rPr>
              <w:t xml:space="preserve">от 10.03.2016 </w:t>
            </w:r>
            <w:r w:rsidRPr="000B037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№ 1</w:t>
            </w:r>
            <w:r>
              <w:rPr>
                <w:color w:val="0000FF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Администрация Васьковского сельского поселения Починковского района Смоленской области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>Физические и юридические лица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AFE" w:rsidRPr="009A182F" w:rsidRDefault="009F0AFE" w:rsidP="00614A38">
            <w:pPr>
              <w:pStyle w:val="NoSpacing"/>
              <w:rPr>
                <w:rFonts w:ascii="Times New Roman" w:hAnsi="Times New Roman" w:cs="Times New Roman"/>
              </w:rPr>
            </w:pPr>
            <w:r w:rsidRPr="009A182F">
              <w:rPr>
                <w:rFonts w:ascii="Times New Roman" w:hAnsi="Times New Roman" w:cs="Times New Roman"/>
              </w:rPr>
              <w:t xml:space="preserve">Принятие  решений по вопросам организационно-правового, финансового, материально-технического обеспечения по вопросам </w:t>
            </w:r>
            <w:r w:rsidRPr="009A182F">
              <w:rPr>
                <w:rFonts w:ascii="Times New Roman" w:hAnsi="Times New Roman" w:cs="Times New Roman"/>
                <w:color w:val="000000"/>
              </w:rPr>
              <w:t xml:space="preserve"> соблюдения требований по организации  озеленения  территории,  использования,  охраны,  защиты,  воспроизводства  лесов,  особо  охраняемых  природных   территорий. </w:t>
            </w:r>
            <w:r w:rsidRPr="009A182F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9F0AFE" w:rsidRPr="009A182F" w:rsidRDefault="009F0AFE" w:rsidP="00807099">
      <w:pPr>
        <w:pStyle w:val="NoSpacing"/>
        <w:rPr>
          <w:rFonts w:ascii="Times New Roman" w:hAnsi="Times New Roman" w:cs="Times New Roman"/>
        </w:rPr>
      </w:pPr>
    </w:p>
    <w:p w:rsidR="009F0AFE" w:rsidRPr="00471949" w:rsidRDefault="009F0AFE" w:rsidP="00807099">
      <w:pPr>
        <w:pStyle w:val="NoSpacing"/>
        <w:rPr>
          <w:rFonts w:ascii="Times New Roman" w:hAnsi="Times New Roman" w:cs="Times New Roman"/>
          <w:sz w:val="22"/>
          <w:szCs w:val="22"/>
        </w:rPr>
      </w:pPr>
    </w:p>
    <w:p w:rsidR="009F0AFE" w:rsidRPr="00807099" w:rsidRDefault="009F0AFE">
      <w:pPr>
        <w:rPr>
          <w:rFonts w:ascii="Times New Roman" w:hAnsi="Times New Roman"/>
          <w:sz w:val="28"/>
          <w:szCs w:val="28"/>
        </w:rPr>
      </w:pPr>
    </w:p>
    <w:sectPr w:rsidR="009F0AFE" w:rsidRPr="00807099" w:rsidSect="00471949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099"/>
    <w:rsid w:val="000B037B"/>
    <w:rsid w:val="00107429"/>
    <w:rsid w:val="00363EB7"/>
    <w:rsid w:val="00471949"/>
    <w:rsid w:val="004A7A03"/>
    <w:rsid w:val="00614A38"/>
    <w:rsid w:val="00654139"/>
    <w:rsid w:val="00715A84"/>
    <w:rsid w:val="00807099"/>
    <w:rsid w:val="00894E0B"/>
    <w:rsid w:val="0090044B"/>
    <w:rsid w:val="009068F2"/>
    <w:rsid w:val="009A182F"/>
    <w:rsid w:val="009F0AFE"/>
    <w:rsid w:val="00CB04E4"/>
    <w:rsid w:val="00CE2720"/>
    <w:rsid w:val="00FF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42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70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80709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80709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80709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0709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807099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chinok.admin-smolensk.ru/files/284/140.rar" TargetMode="External"/><Relationship Id="rId13" Type="http://schemas.openxmlformats.org/officeDocument/2006/relationships/hyperlink" Target="http://pochinok.admin-smolensk.ru/files/284/140.rar" TargetMode="External"/><Relationship Id="rId18" Type="http://schemas.openxmlformats.org/officeDocument/2006/relationships/hyperlink" Target="http://pochinok.admin-smolensk.ru/files/284/140.rar" TargetMode="External"/><Relationship Id="rId26" Type="http://schemas.openxmlformats.org/officeDocument/2006/relationships/hyperlink" Target="http://pochinok.admin-smolensk.ru/files/284/140.ra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ochinok.admin-smolensk.ru/files/284/140.rar" TargetMode="External"/><Relationship Id="rId7" Type="http://schemas.openxmlformats.org/officeDocument/2006/relationships/hyperlink" Target="http://pochinok.admin-smolensk.ru/files/284/140.rar" TargetMode="External"/><Relationship Id="rId12" Type="http://schemas.openxmlformats.org/officeDocument/2006/relationships/hyperlink" Target="http://pochinok.admin-smolensk.ru/files/284/140.rar" TargetMode="External"/><Relationship Id="rId17" Type="http://schemas.openxmlformats.org/officeDocument/2006/relationships/hyperlink" Target="http://pochinok.admin-smolensk.ru/files/284/140.rar" TargetMode="External"/><Relationship Id="rId25" Type="http://schemas.openxmlformats.org/officeDocument/2006/relationships/hyperlink" Target="http://pochinok.admin-smolensk.ru/files/284/140.ra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ochinok.admin-smolensk.ru/files/284/140.rar" TargetMode="External"/><Relationship Id="rId20" Type="http://schemas.openxmlformats.org/officeDocument/2006/relationships/hyperlink" Target="http://pochinok.admin-smolensk.ru/files/284/140.rar" TargetMode="External"/><Relationship Id="rId29" Type="http://schemas.openxmlformats.org/officeDocument/2006/relationships/hyperlink" Target="http://pochinok.admin-smolensk.ru/files/284/140.rar" TargetMode="External"/><Relationship Id="rId1" Type="http://schemas.openxmlformats.org/officeDocument/2006/relationships/styles" Target="styles.xml"/><Relationship Id="rId6" Type="http://schemas.openxmlformats.org/officeDocument/2006/relationships/hyperlink" Target="http://pochinok.admin-smolensk.ru/files/284/140.rar" TargetMode="External"/><Relationship Id="rId11" Type="http://schemas.openxmlformats.org/officeDocument/2006/relationships/hyperlink" Target="http://pochinok.admin-smolensk.ru/files/284/140.rar" TargetMode="External"/><Relationship Id="rId24" Type="http://schemas.openxmlformats.org/officeDocument/2006/relationships/hyperlink" Target="http://pochinok.admin-smolensk.ru/files/284/140.rar" TargetMode="Externa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15" Type="http://schemas.openxmlformats.org/officeDocument/2006/relationships/hyperlink" Target="http://pochinok.admin-smolensk.ru/files/284/140.rar" TargetMode="External"/><Relationship Id="rId23" Type="http://schemas.openxmlformats.org/officeDocument/2006/relationships/hyperlink" Target="http://pochinok.admin-smolensk.ru/files/284/140.rar" TargetMode="External"/><Relationship Id="rId28" Type="http://schemas.openxmlformats.org/officeDocument/2006/relationships/hyperlink" Target="http://pochinok.admin-smolensk.ru/files/284/_178__.doc" TargetMode="External"/><Relationship Id="rId10" Type="http://schemas.openxmlformats.org/officeDocument/2006/relationships/hyperlink" Target="http://pochinok.admin-smolensk.ru/files/284/140.rar" TargetMode="External"/><Relationship Id="rId19" Type="http://schemas.openxmlformats.org/officeDocument/2006/relationships/hyperlink" Target="http://pochinok.admin-smolensk.ru/files/284/140.rar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pochinok.admin-smolensk.ru/files/284/140.rar" TargetMode="External"/><Relationship Id="rId14" Type="http://schemas.openxmlformats.org/officeDocument/2006/relationships/hyperlink" Target="http://pochinok.admin-smolensk.ru/files/284/140.rar" TargetMode="External"/><Relationship Id="rId22" Type="http://schemas.openxmlformats.org/officeDocument/2006/relationships/hyperlink" Target="http://pochinok.admin-smolensk.ru/files/284/140.rar" TargetMode="External"/><Relationship Id="rId27" Type="http://schemas.openxmlformats.org/officeDocument/2006/relationships/hyperlink" Target="http://pochinok.admin-smolensk.ru/files/284/_178__.do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3130</Words>
  <Characters>17846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Васьково</dc:creator>
  <cp:keywords/>
  <dc:description/>
  <cp:lastModifiedBy>Администрация</cp:lastModifiedBy>
  <cp:revision>2</cp:revision>
  <cp:lastPrinted>2016-04-19T11:54:00Z</cp:lastPrinted>
  <dcterms:created xsi:type="dcterms:W3CDTF">2016-04-25T11:45:00Z</dcterms:created>
  <dcterms:modified xsi:type="dcterms:W3CDTF">2016-04-25T11:45:00Z</dcterms:modified>
</cp:coreProperties>
</file>